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5F9" w14:textId="196A0235" w:rsidR="00E06530" w:rsidRDefault="005A647D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</w:t>
      </w:r>
      <w:r w:rsidR="00FD4EC6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DIDATTICA</w:t>
      </w:r>
    </w:p>
    <w:p w14:paraId="0D51C089" w14:textId="1FA04738" w:rsidR="00BA71B2" w:rsidRDefault="00E06530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B32DCD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LINGUA </w:t>
      </w:r>
      <w:r w:rsidR="0032056F">
        <w:rPr>
          <w:rFonts w:ascii="Arial" w:eastAsia="Times New Roman" w:hAnsi="Arial" w:cs="Arial"/>
          <w:b/>
          <w:sz w:val="28"/>
          <w:szCs w:val="28"/>
          <w:lang w:val="it-IT" w:eastAsia="it-IT"/>
        </w:rPr>
        <w:t>FRANCESE</w:t>
      </w:r>
    </w:p>
    <w:p w14:paraId="1F7FC13C" w14:textId="62AB3001" w:rsidR="00E06530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ISTITUTO TECNICO PRIMO ANNO</w:t>
      </w:r>
    </w:p>
    <w:p w14:paraId="5C5D790B" w14:textId="77777777" w:rsidR="00FD4EC6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7E1FF513" w14:textId="3EE19C4E" w:rsidR="00BB4331" w:rsidRDefault="00FD4EC6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 w:rsidR="00E42F4E"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 w:rsidR="00BB4331"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ecnici del settore economico </w:t>
      </w:r>
      <w:r w:rsidR="0066435D">
        <w:rPr>
          <w:rFonts w:ascii="Arial" w:eastAsia="Times New Roman" w:hAnsi="Arial" w:cs="Arial"/>
          <w:bCs/>
          <w:sz w:val="24"/>
          <w:szCs w:val="24"/>
          <w:lang w:val="it-IT" w:eastAsia="it-IT"/>
        </w:rPr>
        <w:t>(DM 57/2010 e DM 4/2012)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45F7924A" w14:textId="77777777" w:rsidR="00EA60DA" w:rsidRPr="00BB4331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45B3FE05" w14:textId="4ED10332" w:rsidR="00EA60DA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almeno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2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elementare)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2005C57D" w14:textId="693F223A" w:rsidR="004E6AA4" w:rsidRPr="0048069B" w:rsidRDefault="004E6AA4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4E6AA4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07876E70" w14:textId="6C9B2E27" w:rsidR="004E6AA4" w:rsidRPr="004E6AA4" w:rsidRDefault="0048069B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noProof/>
          <w:sz w:val="28"/>
          <w:szCs w:val="28"/>
          <w:lang w:eastAsia="it-IT"/>
        </w:rPr>
        <w:drawing>
          <wp:inline distT="0" distB="0" distL="0" distR="0" wp14:anchorId="18467A5E" wp14:editId="4ED623BC">
            <wp:extent cx="6120130" cy="3757295"/>
            <wp:effectExtent l="0" t="0" r="127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FD6CC" w14:textId="7BB313A6" w:rsidR="00EA60DA" w:rsidRDefault="00EA60DA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6DC5C5F8" w14:textId="77777777" w:rsidR="004E6AA4" w:rsidRPr="004E6AA4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Mots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proofErr w:type="gramStart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clés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:</w:t>
      </w:r>
      <w:proofErr w:type="gram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questions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simples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environnement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proche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et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familier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5748A185" w14:textId="77777777" w:rsidR="004E6AA4" w:rsidRPr="004E6AA4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lastRenderedPageBreak/>
        <w:t>Comprendre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Écouter</w:t>
      </w:r>
      <w:proofErr w:type="spellEnd"/>
      <w:proofErr w:type="gram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comprendre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mots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familiers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des expressions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très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courantes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au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sujet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moi-même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 ma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famille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de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l'environnement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concret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immédiat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si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les gens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parlent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lentement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</w:t>
      </w:r>
      <w:proofErr w:type="spellStart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distinctement</w:t>
      </w:r>
      <w:proofErr w:type="spellEnd"/>
      <w:r w:rsidRPr="004E6AA4">
        <w:rPr>
          <w:rFonts w:ascii="Arial" w:eastAsia="Times New Roman" w:hAnsi="Arial" w:cs="Arial"/>
          <w:bCs/>
          <w:sz w:val="24"/>
          <w:szCs w:val="24"/>
          <w:lang w:val="en-US" w:eastAsia="it-IT"/>
        </w:rPr>
        <w:t>.</w:t>
      </w:r>
    </w:p>
    <w:p w14:paraId="186950D9" w14:textId="77777777" w:rsidR="004E6AA4" w:rsidRPr="0048069B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Comprendre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(Lire</w:t>
      </w:r>
      <w:proofErr w:type="gram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comprendre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noms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familiers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des mots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ainsi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 des phrases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très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simples, par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exemple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dans des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annonces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des affiches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ou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catalogues.</w:t>
      </w:r>
    </w:p>
    <w:p w14:paraId="1B4F4D08" w14:textId="77777777" w:rsidR="004E6AA4" w:rsidRPr="0048069B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Parler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(Prendre part à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une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conversation</w:t>
      </w:r>
      <w:proofErr w:type="gram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communiquer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de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façon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simple, à condition que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l'interlocuteur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soit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disposé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répéter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ou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reformuler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ses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phrases plus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lentement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à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m'aider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formuler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j'essaie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 dire. Je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poser des questions simples sur des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sujets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familiers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ou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sur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dont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j’ai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immédiatement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besoin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ainsi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répondre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à de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telles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questions.</w:t>
      </w:r>
    </w:p>
    <w:p w14:paraId="4C4AE839" w14:textId="77777777" w:rsidR="004E6AA4" w:rsidRPr="0048069B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Parler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S'exprimer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oralement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en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continu</w:t>
      </w:r>
      <w:proofErr w:type="spellEnd"/>
      <w:proofErr w:type="gram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) :</w:t>
      </w:r>
      <w:proofErr w:type="gram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utiliser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des expressions et des phrases simples pour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décrire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mon lieu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d'habitation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les gens que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je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connais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.</w:t>
      </w:r>
    </w:p>
    <w:p w14:paraId="0C249B53" w14:textId="70BBB503" w:rsidR="009163F7" w:rsidRPr="0048069B" w:rsidRDefault="004E6AA4" w:rsidP="004E6AA4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proofErr w:type="spellStart"/>
      <w:proofErr w:type="gram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Écrire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:</w:t>
      </w:r>
      <w:proofErr w:type="gram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Je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écrire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une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courte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carte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postale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simple, par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exemple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vacances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. Je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peux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porter des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détails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personnels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dans un questionnaire,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inscrire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par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exemple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mon nom, ma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nationalité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et mon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adresse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sur </w:t>
      </w:r>
      <w:proofErr w:type="spellStart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>une</w:t>
      </w:r>
      <w:proofErr w:type="spellEnd"/>
      <w:r w:rsidRPr="0048069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fiche d'hôtel.</w:t>
      </w:r>
    </w:p>
    <w:sectPr w:rsidR="009163F7" w:rsidRPr="0048069B" w:rsidSect="00294A3B">
      <w:headerReference w:type="default" r:id="rId9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4523C" w14:textId="77777777" w:rsidR="0078398E" w:rsidRDefault="0078398E">
      <w:pPr>
        <w:spacing w:after="0" w:line="240" w:lineRule="auto"/>
      </w:pPr>
      <w:r>
        <w:separator/>
      </w:r>
    </w:p>
  </w:endnote>
  <w:endnote w:type="continuationSeparator" w:id="0">
    <w:p w14:paraId="1E36247F" w14:textId="77777777" w:rsidR="0078398E" w:rsidRDefault="0078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8B044" w14:textId="77777777" w:rsidR="0078398E" w:rsidRDefault="0078398E">
      <w:pPr>
        <w:spacing w:after="0" w:line="240" w:lineRule="auto"/>
      </w:pPr>
      <w:r>
        <w:separator/>
      </w:r>
    </w:p>
  </w:footnote>
  <w:footnote w:type="continuationSeparator" w:id="0">
    <w:p w14:paraId="3AD83C0C" w14:textId="77777777" w:rsidR="0078398E" w:rsidRDefault="00783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3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1C5DBF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48069B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78398E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4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59219E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03AE2"/>
    <w:multiLevelType w:val="hybridMultilevel"/>
    <w:tmpl w:val="4B6E32D2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26"/>
  </w:num>
  <w:num w:numId="4">
    <w:abstractNumId w:val="7"/>
  </w:num>
  <w:num w:numId="5">
    <w:abstractNumId w:val="2"/>
  </w:num>
  <w:num w:numId="6">
    <w:abstractNumId w:val="11"/>
  </w:num>
  <w:num w:numId="7">
    <w:abstractNumId w:val="18"/>
  </w:num>
  <w:num w:numId="8">
    <w:abstractNumId w:val="21"/>
  </w:num>
  <w:num w:numId="9">
    <w:abstractNumId w:val="22"/>
  </w:num>
  <w:num w:numId="10">
    <w:abstractNumId w:val="12"/>
  </w:num>
  <w:num w:numId="11">
    <w:abstractNumId w:val="13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5"/>
  </w:num>
  <w:num w:numId="17">
    <w:abstractNumId w:val="14"/>
  </w:num>
  <w:num w:numId="18">
    <w:abstractNumId w:val="9"/>
  </w:num>
  <w:num w:numId="19">
    <w:abstractNumId w:val="8"/>
  </w:num>
  <w:num w:numId="20">
    <w:abstractNumId w:val="19"/>
  </w:num>
  <w:num w:numId="21">
    <w:abstractNumId w:val="24"/>
  </w:num>
  <w:num w:numId="22">
    <w:abstractNumId w:val="16"/>
  </w:num>
  <w:num w:numId="23">
    <w:abstractNumId w:val="5"/>
  </w:num>
  <w:num w:numId="24">
    <w:abstractNumId w:val="17"/>
  </w:num>
  <w:num w:numId="25">
    <w:abstractNumId w:val="23"/>
  </w:num>
  <w:num w:numId="26">
    <w:abstractNumId w:val="2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94661"/>
    <w:rsid w:val="000A61E0"/>
    <w:rsid w:val="000B1532"/>
    <w:rsid w:val="000E1C42"/>
    <w:rsid w:val="000E7B1F"/>
    <w:rsid w:val="000F64AB"/>
    <w:rsid w:val="00102D44"/>
    <w:rsid w:val="00110BA2"/>
    <w:rsid w:val="001270FF"/>
    <w:rsid w:val="001322FD"/>
    <w:rsid w:val="0013478F"/>
    <w:rsid w:val="00137CB7"/>
    <w:rsid w:val="00141314"/>
    <w:rsid w:val="0014315D"/>
    <w:rsid w:val="00154C5D"/>
    <w:rsid w:val="001563B1"/>
    <w:rsid w:val="0018158D"/>
    <w:rsid w:val="00187312"/>
    <w:rsid w:val="001A3C6E"/>
    <w:rsid w:val="001A526F"/>
    <w:rsid w:val="001B21AB"/>
    <w:rsid w:val="001B65DD"/>
    <w:rsid w:val="001C0DA7"/>
    <w:rsid w:val="001C5DBF"/>
    <w:rsid w:val="001D2189"/>
    <w:rsid w:val="001D342E"/>
    <w:rsid w:val="001F22CA"/>
    <w:rsid w:val="00216386"/>
    <w:rsid w:val="00222F81"/>
    <w:rsid w:val="002315CC"/>
    <w:rsid w:val="00232D44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302F41"/>
    <w:rsid w:val="00303150"/>
    <w:rsid w:val="00312230"/>
    <w:rsid w:val="00320554"/>
    <w:rsid w:val="0032056F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11BC0"/>
    <w:rsid w:val="00431FA8"/>
    <w:rsid w:val="004467E1"/>
    <w:rsid w:val="0046568B"/>
    <w:rsid w:val="004671A1"/>
    <w:rsid w:val="00470C6F"/>
    <w:rsid w:val="00475153"/>
    <w:rsid w:val="00477BDD"/>
    <w:rsid w:val="0048069B"/>
    <w:rsid w:val="00482443"/>
    <w:rsid w:val="00486CEC"/>
    <w:rsid w:val="004920A8"/>
    <w:rsid w:val="00496866"/>
    <w:rsid w:val="004A0DA9"/>
    <w:rsid w:val="004C104E"/>
    <w:rsid w:val="004C612A"/>
    <w:rsid w:val="004C6E52"/>
    <w:rsid w:val="004E2C8E"/>
    <w:rsid w:val="004E6AA4"/>
    <w:rsid w:val="004F22B4"/>
    <w:rsid w:val="004F2FCD"/>
    <w:rsid w:val="004F73F7"/>
    <w:rsid w:val="004F77AA"/>
    <w:rsid w:val="005223E5"/>
    <w:rsid w:val="00530BD3"/>
    <w:rsid w:val="00554B42"/>
    <w:rsid w:val="00575A89"/>
    <w:rsid w:val="00577968"/>
    <w:rsid w:val="0058120E"/>
    <w:rsid w:val="00590163"/>
    <w:rsid w:val="00595142"/>
    <w:rsid w:val="005A647D"/>
    <w:rsid w:val="005D1065"/>
    <w:rsid w:val="005D325B"/>
    <w:rsid w:val="005D6C47"/>
    <w:rsid w:val="005E1AB9"/>
    <w:rsid w:val="005E4045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1F36"/>
    <w:rsid w:val="00633AFD"/>
    <w:rsid w:val="00652273"/>
    <w:rsid w:val="0066435D"/>
    <w:rsid w:val="0069292A"/>
    <w:rsid w:val="006966D9"/>
    <w:rsid w:val="006C5B6D"/>
    <w:rsid w:val="006C6D1E"/>
    <w:rsid w:val="006D1186"/>
    <w:rsid w:val="006D7516"/>
    <w:rsid w:val="006E1970"/>
    <w:rsid w:val="006E1E16"/>
    <w:rsid w:val="006E5ECB"/>
    <w:rsid w:val="006E658A"/>
    <w:rsid w:val="007075C6"/>
    <w:rsid w:val="00710A11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30F7"/>
    <w:rsid w:val="00775868"/>
    <w:rsid w:val="0078398E"/>
    <w:rsid w:val="007A4F0D"/>
    <w:rsid w:val="007C209C"/>
    <w:rsid w:val="007C50AF"/>
    <w:rsid w:val="007C5FFE"/>
    <w:rsid w:val="007D1342"/>
    <w:rsid w:val="007E29B8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3122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12FFE"/>
    <w:rsid w:val="009163F7"/>
    <w:rsid w:val="009347A1"/>
    <w:rsid w:val="00936801"/>
    <w:rsid w:val="00941862"/>
    <w:rsid w:val="00945D9B"/>
    <w:rsid w:val="009462AA"/>
    <w:rsid w:val="0095380E"/>
    <w:rsid w:val="00956B54"/>
    <w:rsid w:val="00962F2A"/>
    <w:rsid w:val="00985DCB"/>
    <w:rsid w:val="00985EC6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9F599D"/>
    <w:rsid w:val="00A573CF"/>
    <w:rsid w:val="00A804BA"/>
    <w:rsid w:val="00A82F8D"/>
    <w:rsid w:val="00A836F8"/>
    <w:rsid w:val="00A91782"/>
    <w:rsid w:val="00A93085"/>
    <w:rsid w:val="00AA0487"/>
    <w:rsid w:val="00AC63BC"/>
    <w:rsid w:val="00AE7538"/>
    <w:rsid w:val="00AF3D2A"/>
    <w:rsid w:val="00B00ED5"/>
    <w:rsid w:val="00B14350"/>
    <w:rsid w:val="00B1791D"/>
    <w:rsid w:val="00B22AED"/>
    <w:rsid w:val="00B26FAC"/>
    <w:rsid w:val="00B32DCD"/>
    <w:rsid w:val="00B520D9"/>
    <w:rsid w:val="00B52381"/>
    <w:rsid w:val="00B70774"/>
    <w:rsid w:val="00B83CF8"/>
    <w:rsid w:val="00B87685"/>
    <w:rsid w:val="00B87EAF"/>
    <w:rsid w:val="00B96E0F"/>
    <w:rsid w:val="00BA71B2"/>
    <w:rsid w:val="00BB4331"/>
    <w:rsid w:val="00BC1000"/>
    <w:rsid w:val="00BC1DD9"/>
    <w:rsid w:val="00BC4939"/>
    <w:rsid w:val="00BD6603"/>
    <w:rsid w:val="00BE3441"/>
    <w:rsid w:val="00BF2EF0"/>
    <w:rsid w:val="00C13CBB"/>
    <w:rsid w:val="00C21451"/>
    <w:rsid w:val="00C2247E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F1E75"/>
    <w:rsid w:val="00DF566C"/>
    <w:rsid w:val="00E06530"/>
    <w:rsid w:val="00E06D93"/>
    <w:rsid w:val="00E1178A"/>
    <w:rsid w:val="00E12BFE"/>
    <w:rsid w:val="00E14364"/>
    <w:rsid w:val="00E21F24"/>
    <w:rsid w:val="00E42F4E"/>
    <w:rsid w:val="00E55EC8"/>
    <w:rsid w:val="00E62C42"/>
    <w:rsid w:val="00E70051"/>
    <w:rsid w:val="00E7044F"/>
    <w:rsid w:val="00E70AED"/>
    <w:rsid w:val="00E71EB3"/>
    <w:rsid w:val="00E72B87"/>
    <w:rsid w:val="00E7371E"/>
    <w:rsid w:val="00E77E82"/>
    <w:rsid w:val="00E868F6"/>
    <w:rsid w:val="00EA1A28"/>
    <w:rsid w:val="00EA60DA"/>
    <w:rsid w:val="00ED1D5B"/>
    <w:rsid w:val="00ED47B0"/>
    <w:rsid w:val="00ED62C8"/>
    <w:rsid w:val="00EF18C1"/>
    <w:rsid w:val="00F030AE"/>
    <w:rsid w:val="00F101FE"/>
    <w:rsid w:val="00F24E65"/>
    <w:rsid w:val="00F25E66"/>
    <w:rsid w:val="00F35C09"/>
    <w:rsid w:val="00F367B9"/>
    <w:rsid w:val="00F8450E"/>
    <w:rsid w:val="00F91E01"/>
    <w:rsid w:val="00FB083A"/>
    <w:rsid w:val="00FC4BBF"/>
    <w:rsid w:val="00FD0007"/>
    <w:rsid w:val="00FD2D8A"/>
    <w:rsid w:val="00FD4EC6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nfasicorsivo">
    <w:name w:val="Emphasis"/>
    <w:qFormat/>
    <w:rsid w:val="004E6AA4"/>
    <w:rPr>
      <w:i/>
      <w:iCs/>
    </w:rPr>
  </w:style>
  <w:style w:type="paragraph" w:styleId="Puntoelenco">
    <w:name w:val="List Bullet"/>
    <w:basedOn w:val="Normale"/>
    <w:uiPriority w:val="99"/>
    <w:unhideWhenUsed/>
    <w:rsid w:val="0048069B"/>
    <w:pPr>
      <w:numPr>
        <w:numId w:val="2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2.png"/><Relationship Id="rId5" Type="http://schemas.openxmlformats.org/officeDocument/2006/relationships/image" Target="media/image3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206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49</cp:revision>
  <cp:lastPrinted>2017-02-08T17:31:00Z</cp:lastPrinted>
  <dcterms:created xsi:type="dcterms:W3CDTF">2021-06-03T16:21:00Z</dcterms:created>
  <dcterms:modified xsi:type="dcterms:W3CDTF">2023-03-30T14:10:00Z</dcterms:modified>
</cp:coreProperties>
</file>