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FDDCA" w14:textId="77777777" w:rsidR="006212B9" w:rsidRDefault="006212B9" w:rsidP="006212B9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 DIDATTICA</w:t>
      </w:r>
    </w:p>
    <w:p w14:paraId="483C68D2" w14:textId="63CE232C" w:rsidR="006212B9" w:rsidRDefault="006212B9" w:rsidP="006212B9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LINGUA </w:t>
      </w:r>
      <w:r w:rsidR="001E102B">
        <w:rPr>
          <w:rFonts w:ascii="Arial" w:eastAsia="Times New Roman" w:hAnsi="Arial" w:cs="Arial"/>
          <w:b/>
          <w:sz w:val="28"/>
          <w:szCs w:val="28"/>
          <w:lang w:val="it-IT" w:eastAsia="it-IT"/>
        </w:rPr>
        <w:t>SPAGNOLA</w:t>
      </w:r>
    </w:p>
    <w:p w14:paraId="508E2358" w14:textId="55B9162B" w:rsidR="006212B9" w:rsidRDefault="006212B9" w:rsidP="006212B9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ISTITUTO TECNICO </w:t>
      </w:r>
      <w:r w:rsidR="00D30898">
        <w:rPr>
          <w:rFonts w:ascii="Arial" w:eastAsia="Times New Roman" w:hAnsi="Arial" w:cs="Arial"/>
          <w:b/>
          <w:sz w:val="28"/>
          <w:szCs w:val="28"/>
          <w:lang w:val="it-IT" w:eastAsia="it-IT"/>
        </w:rPr>
        <w:t>QUARTO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ANNO</w:t>
      </w:r>
    </w:p>
    <w:p w14:paraId="77EEC5C0" w14:textId="77777777" w:rsidR="006212B9" w:rsidRDefault="006212B9" w:rsidP="006212B9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1E254E57" w14:textId="762836D5" w:rsidR="006212B9" w:rsidRDefault="006212B9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le Linee Guida relativ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agli Istituti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T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ecnici del settore economico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(DM 57/2010 e DM 4/2012).</w:t>
      </w:r>
    </w:p>
    <w:p w14:paraId="38AA870C" w14:textId="0B25D794" w:rsidR="006212B9" w:rsidRDefault="006212B9" w:rsidP="006212B9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di Apprendimento</w:t>
      </w:r>
    </w:p>
    <w:p w14:paraId="203C38FB" w14:textId="6320040F" w:rsidR="001E102B" w:rsidRPr="001E102B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Al termine della </w:t>
      </w:r>
      <w:r w:rsid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>seconda</w:t>
      </w: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annualità di lingua spagnola, si auspica che lo studente possa raggiungere un livello </w:t>
      </w:r>
      <w:r w:rsid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>B1</w:t>
      </w: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del QCER e che abbia sviluppato le seguenti abilità:</w:t>
      </w:r>
    </w:p>
    <w:p w14:paraId="418D3A0F" w14:textId="77777777" w:rsidR="00D30898" w:rsidRPr="00D30898" w:rsidRDefault="00D30898" w:rsidP="00D30898">
      <w:pPr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comprendere i punti principali di testi in lingua standard che riguardino argomenti conosciuti, in contesti di lavoro, studio e tempo libero;</w:t>
      </w:r>
    </w:p>
    <w:p w14:paraId="61F936C0" w14:textId="77777777" w:rsidR="00D30898" w:rsidRPr="00D30898" w:rsidRDefault="00D30898" w:rsidP="00D30898">
      <w:pPr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>districarsi nella maggior parte delle situazioni che possano verificarsi durante un viaggio in paesi ispanofoni;</w:t>
      </w:r>
    </w:p>
    <w:p w14:paraId="30B653C5" w14:textId="77777777" w:rsidR="00D30898" w:rsidRPr="00D30898" w:rsidRDefault="00D30898" w:rsidP="00D30898">
      <w:pPr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>produrre semplici testi scritti e orali, coerenti su argomenti familiari o di interesse;</w:t>
      </w:r>
    </w:p>
    <w:p w14:paraId="5DB8753F" w14:textId="77777777" w:rsidR="00D30898" w:rsidRPr="00D30898" w:rsidRDefault="00D30898" w:rsidP="00D30898">
      <w:pPr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descrivere esperienze passate e future, eventi, desideri e aspirazioni; </w:t>
      </w:r>
    </w:p>
    <w:p w14:paraId="0876D313" w14:textId="77777777" w:rsidR="00D30898" w:rsidRPr="00D30898" w:rsidRDefault="00D30898" w:rsidP="00D30898">
      <w:pPr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>giustificare brevemente le proprie opinioni e spiegare i propri piani.</w:t>
      </w:r>
    </w:p>
    <w:p w14:paraId="14E8843C" w14:textId="6950C381" w:rsidR="006212B9" w:rsidRPr="00BC1235" w:rsidRDefault="006212B9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delle Attività Didattiche</w:t>
      </w:r>
    </w:p>
    <w:p w14:paraId="7A1BBA84" w14:textId="241C0018" w:rsidR="001E102B" w:rsidRDefault="006212B9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Le attività che vengono proposte, per raggiungere gli obiettivi di apprendimento sopramenzionati, 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sono riferite al l</w:t>
      </w:r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ibro di testo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1E102B" w:rsidRPr="001E102B">
        <w:rPr>
          <w:rFonts w:ascii="Arial" w:eastAsia="Times New Roman" w:hAnsi="Arial" w:cs="Arial"/>
          <w:bCs/>
          <w:i/>
          <w:iCs/>
          <w:sz w:val="24"/>
          <w:szCs w:val="24"/>
          <w:lang w:val="it-IT" w:eastAsia="it-IT"/>
        </w:rPr>
        <w:t xml:space="preserve">¡Me </w:t>
      </w:r>
      <w:proofErr w:type="spellStart"/>
      <w:r w:rsidR="001E102B" w:rsidRPr="001E102B">
        <w:rPr>
          <w:rFonts w:ascii="Arial" w:eastAsia="Times New Roman" w:hAnsi="Arial" w:cs="Arial"/>
          <w:bCs/>
          <w:i/>
          <w:iCs/>
          <w:sz w:val="24"/>
          <w:szCs w:val="24"/>
          <w:lang w:val="it-IT" w:eastAsia="it-IT"/>
        </w:rPr>
        <w:t>encanta</w:t>
      </w:r>
      <w:proofErr w:type="spellEnd"/>
      <w:r w:rsidR="001E102B" w:rsidRPr="001E102B">
        <w:rPr>
          <w:rFonts w:ascii="Arial" w:eastAsia="Times New Roman" w:hAnsi="Arial" w:cs="Arial"/>
          <w:bCs/>
          <w:i/>
          <w:iCs/>
          <w:sz w:val="24"/>
          <w:szCs w:val="24"/>
          <w:lang w:val="it-IT" w:eastAsia="it-IT"/>
        </w:rPr>
        <w:t>!</w:t>
      </w:r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Vol. </w:t>
      </w:r>
      <w:r w:rsid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>2</w:t>
      </w:r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(di </w:t>
      </w:r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Diana Maisto 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 </w:t>
      </w:r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Manuela </w:t>
      </w:r>
      <w:proofErr w:type="spellStart"/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Salvaggio</w:t>
      </w:r>
      <w:proofErr w:type="spellEnd"/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ed. </w:t>
      </w:r>
      <w:r w:rsidR="001E102B"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Loescher</w:t>
      </w:r>
      <w:r w:rsid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>).</w:t>
      </w:r>
    </w:p>
    <w:p w14:paraId="613C6106" w14:textId="77777777" w:rsidR="00D30898" w:rsidRPr="001E102B" w:rsidRDefault="00D30898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056EDBBD" w14:textId="463247BC" w:rsidR="00D30898" w:rsidRPr="00D30898" w:rsidRDefault="00D30898" w:rsidP="00D30898">
      <w:pPr>
        <w:rPr>
          <w:rFonts w:ascii="Arial" w:hAnsi="Arial" w:cs="Arial"/>
          <w:b/>
          <w:sz w:val="24"/>
          <w:szCs w:val="24"/>
          <w:u w:val="single"/>
          <w:lang w:val="it-IT"/>
        </w:rPr>
      </w:pPr>
      <w:proofErr w:type="spellStart"/>
      <w:r w:rsidRPr="00D30898">
        <w:rPr>
          <w:rFonts w:ascii="Arial" w:hAnsi="Arial" w:cs="Arial"/>
          <w:b/>
          <w:sz w:val="24"/>
          <w:szCs w:val="24"/>
          <w:u w:val="single"/>
          <w:lang w:val="it-IT"/>
        </w:rPr>
        <w:t>Unidad</w:t>
      </w:r>
      <w:proofErr w:type="spellEnd"/>
      <w:r w:rsidRPr="00D30898">
        <w:rPr>
          <w:rFonts w:ascii="Arial" w:hAnsi="Arial" w:cs="Arial"/>
          <w:b/>
          <w:sz w:val="24"/>
          <w:szCs w:val="24"/>
          <w:u w:val="single"/>
          <w:lang w:val="it-IT"/>
        </w:rPr>
        <w:t xml:space="preserve"> 8</w:t>
      </w:r>
    </w:p>
    <w:p w14:paraId="08F095F7" w14:textId="77777777" w:rsidR="00D30898" w:rsidRPr="00D30898" w:rsidRDefault="00D30898" w:rsidP="00D30898">
      <w:pPr>
        <w:rPr>
          <w:rFonts w:ascii="Arial" w:hAnsi="Arial" w:cs="Arial"/>
          <w:sz w:val="24"/>
          <w:szCs w:val="24"/>
          <w:lang w:val="it-IT"/>
        </w:rPr>
      </w:pPr>
    </w:p>
    <w:p w14:paraId="10B5CFF8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 xml:space="preserve">Funzioni linguistiche: </w:t>
      </w:r>
    </w:p>
    <w:p w14:paraId="29F80927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>parlare di azioni abituali nel passato;</w:t>
      </w:r>
    </w:p>
    <w:p w14:paraId="2B83EF84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lastRenderedPageBreak/>
        <w:t>descrivere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situazioni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passate</w:t>
      </w:r>
      <w:proofErr w:type="spellEnd"/>
      <w:r w:rsidRPr="00D30898">
        <w:rPr>
          <w:rFonts w:ascii="Arial" w:hAnsi="Arial" w:cs="Arial"/>
          <w:sz w:val="24"/>
          <w:szCs w:val="24"/>
        </w:rPr>
        <w:t>;</w:t>
      </w:r>
    </w:p>
    <w:p w14:paraId="7F886654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>descrivere e parlare di cambiamenti.</w:t>
      </w:r>
    </w:p>
    <w:p w14:paraId="2ECA9A61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2D914A70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Strutture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grammaticali</w:t>
      </w:r>
      <w:proofErr w:type="spellEnd"/>
      <w:r w:rsidRPr="00D30898">
        <w:rPr>
          <w:rFonts w:ascii="Arial" w:hAnsi="Arial" w:cs="Arial"/>
          <w:sz w:val="24"/>
          <w:szCs w:val="24"/>
        </w:rPr>
        <w:t>:</w:t>
      </w:r>
    </w:p>
    <w:p w14:paraId="39E1844D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pretérito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imperfecto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30898">
        <w:rPr>
          <w:rFonts w:ascii="Arial" w:hAnsi="Arial" w:cs="Arial"/>
          <w:sz w:val="24"/>
          <w:szCs w:val="24"/>
        </w:rPr>
        <w:t>indicativo</w:t>
      </w:r>
      <w:proofErr w:type="spellEnd"/>
      <w:r w:rsidRPr="00D30898">
        <w:rPr>
          <w:rFonts w:ascii="Arial" w:hAnsi="Arial" w:cs="Arial"/>
          <w:sz w:val="24"/>
          <w:szCs w:val="24"/>
        </w:rPr>
        <w:t>;</w:t>
      </w:r>
    </w:p>
    <w:p w14:paraId="1B9D611B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superlativo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absoluto</w:t>
      </w:r>
      <w:proofErr w:type="spellEnd"/>
      <w:r w:rsidRPr="00D30898">
        <w:rPr>
          <w:rFonts w:ascii="Arial" w:hAnsi="Arial" w:cs="Arial"/>
          <w:sz w:val="24"/>
          <w:szCs w:val="24"/>
        </w:rPr>
        <w:t>;</w:t>
      </w:r>
    </w:p>
    <w:p w14:paraId="7FA30832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superlativo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relativo</w:t>
      </w:r>
      <w:proofErr w:type="spellEnd"/>
      <w:r w:rsidRPr="00D30898">
        <w:rPr>
          <w:rFonts w:ascii="Arial" w:hAnsi="Arial" w:cs="Arial"/>
          <w:sz w:val="24"/>
          <w:szCs w:val="24"/>
        </w:rPr>
        <w:t>;</w:t>
      </w:r>
    </w:p>
    <w:p w14:paraId="2C7E59A1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artículo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neutro</w:t>
      </w:r>
      <w:proofErr w:type="spellEnd"/>
      <w:r w:rsidRPr="00D30898">
        <w:rPr>
          <w:rFonts w:ascii="Arial" w:hAnsi="Arial" w:cs="Arial"/>
          <w:sz w:val="24"/>
          <w:szCs w:val="24"/>
        </w:rPr>
        <w:t>.</w:t>
      </w:r>
    </w:p>
    <w:p w14:paraId="06414BE2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</w:p>
    <w:p w14:paraId="1208E124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Lessico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: </w:t>
      </w:r>
    </w:p>
    <w:p w14:paraId="79B1D2DA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tecnologia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e sport.</w:t>
      </w:r>
    </w:p>
    <w:p w14:paraId="35F2FEEA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</w:p>
    <w:p w14:paraId="462A2B74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Cultura</w:t>
      </w:r>
      <w:proofErr w:type="spellEnd"/>
      <w:r w:rsidRPr="00D30898">
        <w:rPr>
          <w:rFonts w:ascii="Arial" w:hAnsi="Arial" w:cs="Arial"/>
          <w:sz w:val="24"/>
          <w:szCs w:val="24"/>
        </w:rPr>
        <w:t>:</w:t>
      </w:r>
    </w:p>
    <w:p w14:paraId="5AD1CFD0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>campioni dello sport del mondo ispanico.</w:t>
      </w:r>
    </w:p>
    <w:p w14:paraId="3E1E5420" w14:textId="77777777" w:rsidR="00D30898" w:rsidRPr="00D30898" w:rsidRDefault="00D30898" w:rsidP="00D30898">
      <w:pPr>
        <w:pStyle w:val="Paragrafoelenco"/>
        <w:jc w:val="both"/>
        <w:rPr>
          <w:rFonts w:ascii="Arial" w:hAnsi="Arial" w:cs="Arial"/>
          <w:sz w:val="24"/>
          <w:szCs w:val="24"/>
          <w:lang w:val="it-IT"/>
        </w:rPr>
      </w:pPr>
    </w:p>
    <w:p w14:paraId="2C8E293E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64D0EC4A" w14:textId="47208219" w:rsidR="00D30898" w:rsidRPr="00D30898" w:rsidRDefault="00D30898" w:rsidP="00D30898">
      <w:pPr>
        <w:rPr>
          <w:rFonts w:ascii="Arial" w:hAnsi="Arial" w:cs="Arial"/>
          <w:b/>
          <w:sz w:val="24"/>
          <w:szCs w:val="24"/>
          <w:u w:val="single"/>
          <w:lang w:val="it-IT"/>
        </w:rPr>
      </w:pPr>
      <w:proofErr w:type="spellStart"/>
      <w:r w:rsidRPr="00D30898">
        <w:rPr>
          <w:rFonts w:ascii="Arial" w:hAnsi="Arial" w:cs="Arial"/>
          <w:b/>
          <w:sz w:val="24"/>
          <w:szCs w:val="24"/>
          <w:u w:val="single"/>
          <w:lang w:val="it-IT"/>
        </w:rPr>
        <w:t>Unidad</w:t>
      </w:r>
      <w:proofErr w:type="spellEnd"/>
      <w:r w:rsidRPr="00D30898">
        <w:rPr>
          <w:rFonts w:ascii="Arial" w:hAnsi="Arial" w:cs="Arial"/>
          <w:b/>
          <w:sz w:val="24"/>
          <w:szCs w:val="24"/>
          <w:u w:val="single"/>
          <w:lang w:val="it-IT"/>
        </w:rPr>
        <w:t xml:space="preserve"> 9</w:t>
      </w:r>
    </w:p>
    <w:p w14:paraId="3E05B8A3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7C891250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 xml:space="preserve">Funzioni linguistiche: </w:t>
      </w:r>
    </w:p>
    <w:p w14:paraId="319083BF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>parlare dei vari momenti della vita;</w:t>
      </w:r>
    </w:p>
    <w:p w14:paraId="101AF375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redigere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una </w:t>
      </w:r>
      <w:proofErr w:type="spellStart"/>
      <w:r w:rsidRPr="00D30898">
        <w:rPr>
          <w:rFonts w:ascii="Arial" w:hAnsi="Arial" w:cs="Arial"/>
          <w:sz w:val="24"/>
          <w:szCs w:val="24"/>
        </w:rPr>
        <w:t>biografia</w:t>
      </w:r>
      <w:proofErr w:type="spellEnd"/>
      <w:r w:rsidRPr="00D30898">
        <w:rPr>
          <w:rFonts w:ascii="Arial" w:hAnsi="Arial" w:cs="Arial"/>
          <w:sz w:val="24"/>
          <w:szCs w:val="24"/>
        </w:rPr>
        <w:t>;</w:t>
      </w:r>
    </w:p>
    <w:p w14:paraId="74FA8466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parlare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D30898">
        <w:rPr>
          <w:rFonts w:ascii="Arial" w:hAnsi="Arial" w:cs="Arial"/>
          <w:sz w:val="24"/>
          <w:szCs w:val="24"/>
        </w:rPr>
        <w:t>professioni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. </w:t>
      </w:r>
    </w:p>
    <w:p w14:paraId="49B64666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</w:p>
    <w:p w14:paraId="70B78EF1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Strutture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grammaticali</w:t>
      </w:r>
      <w:proofErr w:type="spellEnd"/>
      <w:r w:rsidRPr="00D30898">
        <w:rPr>
          <w:rFonts w:ascii="Arial" w:hAnsi="Arial" w:cs="Arial"/>
          <w:sz w:val="24"/>
          <w:szCs w:val="24"/>
        </w:rPr>
        <w:t>:</w:t>
      </w:r>
    </w:p>
    <w:p w14:paraId="4CF3B63A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>pretérito indefinido, formas regulares e irregulares;</w:t>
      </w:r>
    </w:p>
    <w:p w14:paraId="3CA2A085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>forma y uso de los marcadores temporales.</w:t>
      </w:r>
    </w:p>
    <w:p w14:paraId="45F4D2CD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5C47DD0F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Lessico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>:</w:t>
      </w:r>
    </w:p>
    <w:p w14:paraId="4BF87971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professioni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>.</w:t>
      </w:r>
    </w:p>
    <w:p w14:paraId="1657BA99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3E9E2B31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>Cultura:</w:t>
      </w:r>
    </w:p>
    <w:p w14:paraId="54EBC5B3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 xml:space="preserve">biografia di alcuni personaggi del mondo ispanico. </w:t>
      </w:r>
    </w:p>
    <w:p w14:paraId="740C4821" w14:textId="77777777" w:rsidR="00D30898" w:rsidRPr="00D30898" w:rsidRDefault="00D30898" w:rsidP="00D30898">
      <w:pPr>
        <w:pStyle w:val="Paragrafoelenco"/>
        <w:jc w:val="both"/>
        <w:rPr>
          <w:rFonts w:ascii="Arial" w:hAnsi="Arial" w:cs="Arial"/>
          <w:sz w:val="24"/>
          <w:szCs w:val="24"/>
          <w:lang w:val="it-IT"/>
        </w:rPr>
      </w:pPr>
    </w:p>
    <w:p w14:paraId="16380D9B" w14:textId="77777777" w:rsidR="00D30898" w:rsidRPr="00D30898" w:rsidRDefault="00D30898" w:rsidP="00D30898">
      <w:pPr>
        <w:jc w:val="both"/>
        <w:rPr>
          <w:rFonts w:ascii="Arial" w:hAnsi="Arial" w:cs="Arial"/>
          <w:b/>
          <w:sz w:val="24"/>
          <w:szCs w:val="24"/>
          <w:u w:val="single"/>
          <w:lang w:val="it-IT"/>
        </w:rPr>
      </w:pPr>
    </w:p>
    <w:p w14:paraId="7F6EB145" w14:textId="0D6BA422" w:rsidR="00D30898" w:rsidRPr="00D30898" w:rsidRDefault="00D30898" w:rsidP="00D30898">
      <w:pPr>
        <w:rPr>
          <w:rFonts w:ascii="Arial" w:hAnsi="Arial" w:cs="Arial"/>
          <w:b/>
          <w:sz w:val="24"/>
          <w:szCs w:val="24"/>
          <w:u w:val="single"/>
          <w:lang w:val="it-IT"/>
        </w:rPr>
      </w:pPr>
      <w:proofErr w:type="spellStart"/>
      <w:r w:rsidRPr="00D30898">
        <w:rPr>
          <w:rFonts w:ascii="Arial" w:hAnsi="Arial" w:cs="Arial"/>
          <w:b/>
          <w:sz w:val="24"/>
          <w:szCs w:val="24"/>
          <w:u w:val="single"/>
          <w:lang w:val="it-IT"/>
        </w:rPr>
        <w:t>Unidad</w:t>
      </w:r>
      <w:proofErr w:type="spellEnd"/>
      <w:r w:rsidRPr="00D30898">
        <w:rPr>
          <w:rFonts w:ascii="Arial" w:hAnsi="Arial" w:cs="Arial"/>
          <w:b/>
          <w:sz w:val="24"/>
          <w:szCs w:val="24"/>
          <w:u w:val="single"/>
          <w:lang w:val="it-IT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  <w:lang w:val="it-IT"/>
        </w:rPr>
        <w:t>10</w:t>
      </w:r>
      <w:r w:rsidRPr="00D30898">
        <w:rPr>
          <w:rFonts w:ascii="Arial" w:hAnsi="Arial" w:cs="Arial"/>
          <w:b/>
          <w:sz w:val="24"/>
          <w:szCs w:val="24"/>
          <w:u w:val="single"/>
          <w:lang w:val="it-IT"/>
        </w:rPr>
        <w:t xml:space="preserve"> </w:t>
      </w:r>
    </w:p>
    <w:p w14:paraId="5493AC96" w14:textId="77777777" w:rsidR="00D30898" w:rsidRPr="00D30898" w:rsidRDefault="00D30898" w:rsidP="00D30898">
      <w:pPr>
        <w:rPr>
          <w:rFonts w:ascii="Arial" w:hAnsi="Arial" w:cs="Arial"/>
          <w:b/>
          <w:sz w:val="24"/>
          <w:szCs w:val="24"/>
          <w:u w:val="single"/>
          <w:lang w:val="it-IT"/>
        </w:rPr>
      </w:pPr>
    </w:p>
    <w:p w14:paraId="4050CE89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 xml:space="preserve">Funzioni linguistiche: </w:t>
      </w:r>
    </w:p>
    <w:p w14:paraId="771021A7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>parlare di eventi passati e di fatti storici;</w:t>
      </w:r>
    </w:p>
    <w:p w14:paraId="40E7F33D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raccontare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storie</w:t>
      </w:r>
      <w:proofErr w:type="spellEnd"/>
      <w:r w:rsidRPr="00D30898">
        <w:rPr>
          <w:rFonts w:ascii="Arial" w:hAnsi="Arial" w:cs="Arial"/>
          <w:sz w:val="24"/>
          <w:szCs w:val="24"/>
        </w:rPr>
        <w:t>.</w:t>
      </w:r>
    </w:p>
    <w:p w14:paraId="1D6B3079" w14:textId="77777777" w:rsidR="00D30898" w:rsidRPr="00D30898" w:rsidRDefault="00D30898" w:rsidP="00D30898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342F461C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Strutture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grammaticali</w:t>
      </w:r>
      <w:proofErr w:type="spellEnd"/>
      <w:r w:rsidRPr="00D30898">
        <w:rPr>
          <w:rFonts w:ascii="Arial" w:hAnsi="Arial" w:cs="Arial"/>
          <w:sz w:val="24"/>
          <w:szCs w:val="24"/>
        </w:rPr>
        <w:t>:</w:t>
      </w:r>
    </w:p>
    <w:p w14:paraId="14A163D6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contraste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pretérito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indefinido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– perfecto;</w:t>
      </w:r>
    </w:p>
    <w:p w14:paraId="0E7FBD0C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contraste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pretérito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imperfecto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D30898">
        <w:rPr>
          <w:rFonts w:ascii="Arial" w:hAnsi="Arial" w:cs="Arial"/>
          <w:sz w:val="24"/>
          <w:szCs w:val="24"/>
        </w:rPr>
        <w:t>indefinido</w:t>
      </w:r>
      <w:proofErr w:type="spellEnd"/>
      <w:r w:rsidRPr="00D30898">
        <w:rPr>
          <w:rFonts w:ascii="Arial" w:hAnsi="Arial" w:cs="Arial"/>
          <w:sz w:val="24"/>
          <w:szCs w:val="24"/>
        </w:rPr>
        <w:t>;</w:t>
      </w:r>
    </w:p>
    <w:p w14:paraId="55842098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conectores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del </w:t>
      </w:r>
      <w:proofErr w:type="spellStart"/>
      <w:r w:rsidRPr="00D30898">
        <w:rPr>
          <w:rFonts w:ascii="Arial" w:hAnsi="Arial" w:cs="Arial"/>
          <w:sz w:val="24"/>
          <w:szCs w:val="24"/>
        </w:rPr>
        <w:t>discurso</w:t>
      </w:r>
      <w:proofErr w:type="spellEnd"/>
      <w:r w:rsidRPr="00D30898">
        <w:rPr>
          <w:rFonts w:ascii="Arial" w:hAnsi="Arial" w:cs="Arial"/>
          <w:sz w:val="24"/>
          <w:szCs w:val="24"/>
        </w:rPr>
        <w:t>.</w:t>
      </w:r>
    </w:p>
    <w:p w14:paraId="48E339A4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</w:p>
    <w:p w14:paraId="50271AEC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Lessico</w:t>
      </w:r>
      <w:proofErr w:type="spellEnd"/>
      <w:r w:rsidRPr="00D30898">
        <w:rPr>
          <w:rFonts w:ascii="Arial" w:hAnsi="Arial" w:cs="Arial"/>
          <w:sz w:val="24"/>
          <w:szCs w:val="24"/>
        </w:rPr>
        <w:t>:</w:t>
      </w:r>
    </w:p>
    <w:p w14:paraId="0740C17B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 xml:space="preserve">espressione per raccontare storie e eventi nel passato. </w:t>
      </w:r>
    </w:p>
    <w:p w14:paraId="5A4B34D1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12362B6B" w14:textId="75846BAA" w:rsidR="00D30898" w:rsidRPr="00D30898" w:rsidRDefault="00D30898" w:rsidP="00D30898">
      <w:pPr>
        <w:rPr>
          <w:rFonts w:ascii="Arial" w:hAnsi="Arial" w:cs="Arial"/>
          <w:b/>
          <w:sz w:val="24"/>
          <w:szCs w:val="24"/>
          <w:u w:val="single"/>
          <w:lang w:val="it-IT"/>
        </w:rPr>
      </w:pPr>
      <w:proofErr w:type="spellStart"/>
      <w:r w:rsidRPr="00D30898">
        <w:rPr>
          <w:rFonts w:ascii="Arial" w:hAnsi="Arial" w:cs="Arial"/>
          <w:b/>
          <w:sz w:val="24"/>
          <w:szCs w:val="24"/>
          <w:u w:val="single"/>
          <w:lang w:val="it-IT"/>
        </w:rPr>
        <w:t>Unidad</w:t>
      </w:r>
      <w:proofErr w:type="spellEnd"/>
      <w:r w:rsidRPr="00D30898">
        <w:rPr>
          <w:rFonts w:ascii="Arial" w:hAnsi="Arial" w:cs="Arial"/>
          <w:b/>
          <w:sz w:val="24"/>
          <w:szCs w:val="24"/>
          <w:u w:val="single"/>
          <w:lang w:val="it-IT"/>
        </w:rPr>
        <w:t xml:space="preserve"> 12 </w:t>
      </w:r>
    </w:p>
    <w:p w14:paraId="432C5427" w14:textId="77777777" w:rsidR="00D30898" w:rsidRPr="00D30898" w:rsidRDefault="00D30898" w:rsidP="00D30898">
      <w:pPr>
        <w:rPr>
          <w:rFonts w:ascii="Arial" w:hAnsi="Arial" w:cs="Arial"/>
          <w:b/>
          <w:sz w:val="24"/>
          <w:szCs w:val="24"/>
          <w:u w:val="single"/>
          <w:lang w:val="it-IT"/>
        </w:rPr>
      </w:pPr>
    </w:p>
    <w:p w14:paraId="16A5436C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 xml:space="preserve">Funzioni linguistiche: </w:t>
      </w:r>
    </w:p>
    <w:p w14:paraId="5D18453F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parlare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del tempo </w:t>
      </w:r>
      <w:proofErr w:type="spellStart"/>
      <w:r w:rsidRPr="00D30898">
        <w:rPr>
          <w:rFonts w:ascii="Arial" w:hAnsi="Arial" w:cs="Arial"/>
          <w:sz w:val="24"/>
          <w:szCs w:val="24"/>
        </w:rPr>
        <w:t>atmosferico</w:t>
      </w:r>
      <w:proofErr w:type="spellEnd"/>
      <w:r w:rsidRPr="00D30898">
        <w:rPr>
          <w:rFonts w:ascii="Arial" w:hAnsi="Arial" w:cs="Arial"/>
          <w:sz w:val="24"/>
          <w:szCs w:val="24"/>
        </w:rPr>
        <w:t>;</w:t>
      </w:r>
    </w:p>
    <w:p w14:paraId="072578E0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parlare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D30898">
        <w:rPr>
          <w:rFonts w:ascii="Arial" w:hAnsi="Arial" w:cs="Arial"/>
          <w:sz w:val="24"/>
          <w:szCs w:val="24"/>
        </w:rPr>
        <w:t>viaggi</w:t>
      </w:r>
      <w:proofErr w:type="spellEnd"/>
      <w:r w:rsidRPr="00D30898">
        <w:rPr>
          <w:rFonts w:ascii="Arial" w:hAnsi="Arial" w:cs="Arial"/>
          <w:sz w:val="24"/>
          <w:szCs w:val="24"/>
        </w:rPr>
        <w:t>;</w:t>
      </w:r>
    </w:p>
    <w:p w14:paraId="439AEDEF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>parlare di piani e intenzioni future.</w:t>
      </w:r>
    </w:p>
    <w:p w14:paraId="29A6CB62" w14:textId="77777777" w:rsidR="00D30898" w:rsidRPr="00D30898" w:rsidRDefault="00D30898" w:rsidP="00D30898">
      <w:pPr>
        <w:ind w:left="360"/>
        <w:jc w:val="both"/>
        <w:rPr>
          <w:rFonts w:ascii="Arial" w:hAnsi="Arial" w:cs="Arial"/>
          <w:sz w:val="24"/>
          <w:szCs w:val="24"/>
          <w:lang w:val="it-IT"/>
        </w:rPr>
      </w:pPr>
    </w:p>
    <w:p w14:paraId="7ED5351B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Strutture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grammaticali</w:t>
      </w:r>
      <w:proofErr w:type="spellEnd"/>
      <w:r w:rsidRPr="00D30898">
        <w:rPr>
          <w:rFonts w:ascii="Arial" w:hAnsi="Arial" w:cs="Arial"/>
          <w:sz w:val="24"/>
          <w:szCs w:val="24"/>
        </w:rPr>
        <w:t>:</w:t>
      </w:r>
    </w:p>
    <w:p w14:paraId="54634A16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futuro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simple y </w:t>
      </w:r>
      <w:proofErr w:type="spellStart"/>
      <w:r w:rsidRPr="00D30898">
        <w:rPr>
          <w:rFonts w:ascii="Arial" w:hAnsi="Arial" w:cs="Arial"/>
          <w:sz w:val="24"/>
          <w:szCs w:val="24"/>
        </w:rPr>
        <w:t>compuesto</w:t>
      </w:r>
      <w:proofErr w:type="spellEnd"/>
      <w:r w:rsidRPr="00D30898">
        <w:rPr>
          <w:rFonts w:ascii="Arial" w:hAnsi="Arial" w:cs="Arial"/>
          <w:sz w:val="24"/>
          <w:szCs w:val="24"/>
        </w:rPr>
        <w:t>;</w:t>
      </w:r>
    </w:p>
    <w:p w14:paraId="001E22CF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lastRenderedPageBreak/>
        <w:t>perífrasis de continuidad y duración;</w:t>
      </w:r>
    </w:p>
    <w:p w14:paraId="1F2A197F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>usos de marcadores temporales del futuro.</w:t>
      </w:r>
    </w:p>
    <w:p w14:paraId="2D20DCC1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60C1A224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Lessico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>:</w:t>
      </w:r>
    </w:p>
    <w:p w14:paraId="7F762A99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 xml:space="preserve">tempo </w:t>
      </w: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atmosferico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>;</w:t>
      </w:r>
    </w:p>
    <w:p w14:paraId="734D2285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 xml:space="preserve">clima e </w:t>
      </w: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stagioni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>;</w:t>
      </w:r>
    </w:p>
    <w:p w14:paraId="71323ABB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 xml:space="preserve">hotel e </w:t>
      </w: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strutture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turistiche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 xml:space="preserve">. </w:t>
      </w:r>
    </w:p>
    <w:p w14:paraId="2F03FFDC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477B725D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 xml:space="preserve">Cultura: </w:t>
      </w:r>
    </w:p>
    <w:p w14:paraId="65DF32A6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>turismo en España.</w:t>
      </w:r>
    </w:p>
    <w:p w14:paraId="3EA6F47A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25FDD4EC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15DE2B18" w14:textId="72C41161" w:rsidR="00D30898" w:rsidRPr="00D30898" w:rsidRDefault="00D30898" w:rsidP="00D30898">
      <w:pPr>
        <w:rPr>
          <w:rFonts w:ascii="Arial" w:hAnsi="Arial" w:cs="Arial"/>
          <w:b/>
          <w:sz w:val="24"/>
          <w:szCs w:val="24"/>
          <w:u w:val="single"/>
        </w:rPr>
      </w:pPr>
      <w:r w:rsidRPr="00D30898">
        <w:rPr>
          <w:rFonts w:ascii="Arial" w:hAnsi="Arial" w:cs="Arial"/>
          <w:b/>
          <w:sz w:val="24"/>
          <w:szCs w:val="24"/>
          <w:u w:val="single"/>
        </w:rPr>
        <w:t xml:space="preserve">Unidad </w:t>
      </w:r>
      <w:r>
        <w:rPr>
          <w:rFonts w:ascii="Arial" w:hAnsi="Arial" w:cs="Arial"/>
          <w:b/>
          <w:sz w:val="24"/>
          <w:szCs w:val="24"/>
          <w:u w:val="single"/>
        </w:rPr>
        <w:t>13</w:t>
      </w:r>
      <w:r w:rsidRPr="00D30898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0727E488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</w:p>
    <w:p w14:paraId="2076DA59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Funzioni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linguistiche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: </w:t>
      </w:r>
    </w:p>
    <w:p w14:paraId="0AA350DE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parlare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del </w:t>
      </w:r>
      <w:proofErr w:type="spellStart"/>
      <w:r w:rsidRPr="00D30898">
        <w:rPr>
          <w:rFonts w:ascii="Arial" w:hAnsi="Arial" w:cs="Arial"/>
          <w:sz w:val="24"/>
          <w:szCs w:val="24"/>
        </w:rPr>
        <w:t>corpo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umano</w:t>
      </w:r>
      <w:proofErr w:type="spellEnd"/>
      <w:r w:rsidRPr="00D30898">
        <w:rPr>
          <w:rFonts w:ascii="Arial" w:hAnsi="Arial" w:cs="Arial"/>
          <w:sz w:val="24"/>
          <w:szCs w:val="24"/>
        </w:rPr>
        <w:t>;</w:t>
      </w:r>
    </w:p>
    <w:p w14:paraId="36620188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D30898">
        <w:rPr>
          <w:rFonts w:ascii="Arial" w:hAnsi="Arial" w:cs="Arial"/>
          <w:sz w:val="24"/>
          <w:szCs w:val="24"/>
          <w:lang w:val="it-IT"/>
        </w:rPr>
        <w:t>parlare di malattie e dolori;</w:t>
      </w:r>
    </w:p>
    <w:p w14:paraId="68E190AD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D30898">
        <w:rPr>
          <w:rFonts w:ascii="Arial" w:hAnsi="Arial" w:cs="Arial"/>
          <w:sz w:val="24"/>
          <w:szCs w:val="24"/>
        </w:rPr>
        <w:t xml:space="preserve">dare </w:t>
      </w:r>
      <w:proofErr w:type="spellStart"/>
      <w:r w:rsidRPr="00D30898">
        <w:rPr>
          <w:rFonts w:ascii="Arial" w:hAnsi="Arial" w:cs="Arial"/>
          <w:sz w:val="24"/>
          <w:szCs w:val="24"/>
        </w:rPr>
        <w:t>consigli</w:t>
      </w:r>
      <w:proofErr w:type="spellEnd"/>
      <w:r w:rsidRPr="00D30898">
        <w:rPr>
          <w:rFonts w:ascii="Arial" w:hAnsi="Arial" w:cs="Arial"/>
          <w:sz w:val="24"/>
          <w:szCs w:val="24"/>
        </w:rPr>
        <w:t>.</w:t>
      </w:r>
    </w:p>
    <w:p w14:paraId="3078279F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</w:p>
    <w:p w14:paraId="0C94D263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30898">
        <w:rPr>
          <w:rFonts w:ascii="Arial" w:hAnsi="Arial" w:cs="Arial"/>
          <w:sz w:val="24"/>
          <w:szCs w:val="24"/>
        </w:rPr>
        <w:t>Strutture</w:t>
      </w:r>
      <w:proofErr w:type="spellEnd"/>
      <w:r w:rsidRPr="00D308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0898">
        <w:rPr>
          <w:rFonts w:ascii="Arial" w:hAnsi="Arial" w:cs="Arial"/>
          <w:sz w:val="24"/>
          <w:szCs w:val="24"/>
        </w:rPr>
        <w:t>grammaticali</w:t>
      </w:r>
      <w:proofErr w:type="spellEnd"/>
      <w:r w:rsidRPr="00D30898">
        <w:rPr>
          <w:rFonts w:ascii="Arial" w:hAnsi="Arial" w:cs="Arial"/>
          <w:sz w:val="24"/>
          <w:szCs w:val="24"/>
        </w:rPr>
        <w:t>:</w:t>
      </w:r>
    </w:p>
    <w:p w14:paraId="4457C85A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>condicional simple forma y uso;</w:t>
      </w:r>
    </w:p>
    <w:p w14:paraId="76ADFADC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>frase hipotética de realidad/probabilidad;</w:t>
      </w:r>
    </w:p>
    <w:p w14:paraId="0B7DC5C8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 xml:space="preserve">forma impersonal. </w:t>
      </w:r>
    </w:p>
    <w:p w14:paraId="731946DF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2BC0C236" w14:textId="77777777" w:rsidR="00D30898" w:rsidRPr="00D30898" w:rsidRDefault="00D30898" w:rsidP="00D30898">
      <w:pPr>
        <w:jc w:val="both"/>
        <w:rPr>
          <w:rFonts w:ascii="Arial" w:hAnsi="Arial" w:cs="Arial"/>
          <w:sz w:val="24"/>
          <w:szCs w:val="24"/>
          <w:lang w:val="es-ES"/>
        </w:rPr>
      </w:pP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Lessico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 xml:space="preserve">: </w:t>
      </w:r>
    </w:p>
    <w:p w14:paraId="1CE76C5C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parti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 xml:space="preserve"> del </w:t>
      </w: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corpo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>;</w:t>
      </w:r>
    </w:p>
    <w:p w14:paraId="7534B79F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malattie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>;</w:t>
      </w:r>
    </w:p>
    <w:p w14:paraId="0275436E" w14:textId="77777777" w:rsidR="00D30898" w:rsidRPr="00D30898" w:rsidRDefault="00D30898" w:rsidP="00D30898">
      <w:pPr>
        <w:pStyle w:val="Paragrafoelenco"/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30898">
        <w:rPr>
          <w:rFonts w:ascii="Arial" w:hAnsi="Arial" w:cs="Arial"/>
          <w:sz w:val="24"/>
          <w:szCs w:val="24"/>
          <w:lang w:val="es-ES"/>
        </w:rPr>
        <w:t xml:space="preserve">medicina y </w:t>
      </w:r>
      <w:proofErr w:type="spellStart"/>
      <w:r w:rsidRPr="00D30898">
        <w:rPr>
          <w:rFonts w:ascii="Arial" w:hAnsi="Arial" w:cs="Arial"/>
          <w:sz w:val="24"/>
          <w:szCs w:val="24"/>
          <w:lang w:val="es-ES"/>
        </w:rPr>
        <w:t>trattamenti</w:t>
      </w:r>
      <w:proofErr w:type="spellEnd"/>
      <w:r w:rsidRPr="00D30898">
        <w:rPr>
          <w:rFonts w:ascii="Arial" w:hAnsi="Arial" w:cs="Arial"/>
          <w:sz w:val="24"/>
          <w:szCs w:val="24"/>
          <w:lang w:val="es-ES"/>
        </w:rPr>
        <w:t xml:space="preserve">. </w:t>
      </w:r>
    </w:p>
    <w:p w14:paraId="14CF4148" w14:textId="77777777" w:rsidR="001E102B" w:rsidRPr="001E102B" w:rsidRDefault="001E102B" w:rsidP="001E102B">
      <w:pPr>
        <w:spacing w:before="240" w:after="120"/>
        <w:rPr>
          <w:rFonts w:ascii="Arial" w:eastAsia="Times New Roman" w:hAnsi="Arial" w:cs="Arial"/>
          <w:b/>
          <w:bCs/>
          <w:sz w:val="24"/>
          <w:szCs w:val="24"/>
          <w:lang w:val="it-IT" w:eastAsia="it-IT"/>
        </w:rPr>
      </w:pPr>
    </w:p>
    <w:p w14:paraId="2C66046F" w14:textId="77777777" w:rsidR="001E102B" w:rsidRPr="00D3742F" w:rsidRDefault="001E102B" w:rsidP="001E102B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</w:p>
    <w:p w14:paraId="4EE4238A" w14:textId="77777777" w:rsidR="006212B9" w:rsidRPr="009163F7" w:rsidRDefault="006212B9" w:rsidP="006212B9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9163F7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Minimi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Richiesti</w:t>
      </w:r>
    </w:p>
    <w:p w14:paraId="0F0B0628" w14:textId="0EB845C9" w:rsidR="0048045B" w:rsidRPr="006212B9" w:rsidRDefault="001E102B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I </w:t>
      </w: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contenuti delle unità didattiche, dettagliate nella sezione precedente, dalla </w:t>
      </w:r>
      <w:r w:rsid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>8</w:t>
      </w: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alla </w:t>
      </w:r>
      <w:r w:rsid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>10</w:t>
      </w:r>
      <w:r w:rsidRPr="001E102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comprese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  <w:r w:rsid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D30898" w:rsidRP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Si evidenzia che la conoscenza dei tempi passati e l’abilità di esprimersi correttamente nella dimensione presente e passata è indispensabile per affrontare la programmazione del </w:t>
      </w:r>
      <w:r w:rsidR="00511F4D">
        <w:rPr>
          <w:rFonts w:ascii="Arial" w:eastAsia="Times New Roman" w:hAnsi="Arial" w:cs="Arial"/>
          <w:bCs/>
          <w:sz w:val="24"/>
          <w:szCs w:val="24"/>
          <w:lang w:val="it-IT" w:eastAsia="it-IT"/>
        </w:rPr>
        <w:t>quinto</w:t>
      </w:r>
      <w:r w:rsidR="00D30898" w:rsidRPr="00D3089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anno.</w:t>
      </w:r>
    </w:p>
    <w:sectPr w:rsidR="0048045B" w:rsidRPr="006212B9" w:rsidSect="00294A3B">
      <w:headerReference w:type="default" r:id="rId8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4B8A9" w14:textId="77777777" w:rsidR="00900BF7" w:rsidRDefault="00900BF7">
      <w:pPr>
        <w:spacing w:after="0" w:line="240" w:lineRule="auto"/>
      </w:pPr>
      <w:r>
        <w:separator/>
      </w:r>
    </w:p>
  </w:endnote>
  <w:endnote w:type="continuationSeparator" w:id="0">
    <w:p w14:paraId="459A1FF4" w14:textId="77777777" w:rsidR="00900BF7" w:rsidRDefault="0090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BD43D" w14:textId="77777777" w:rsidR="00900BF7" w:rsidRDefault="00900BF7">
      <w:pPr>
        <w:spacing w:after="0" w:line="240" w:lineRule="auto"/>
      </w:pPr>
      <w:r>
        <w:separator/>
      </w:r>
    </w:p>
  </w:footnote>
  <w:footnote w:type="continuationSeparator" w:id="0">
    <w:p w14:paraId="5CF9BF84" w14:textId="77777777" w:rsidR="00900BF7" w:rsidRDefault="0090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2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6E01A0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511F4D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Rochis,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2" w:history="1">
                  <w:r w:rsidRPr="00CA3AB2">
                    <w:rPr>
                      <w:rStyle w:val="Collegamentoipertestuale"/>
                      <w:rFonts w:ascii="Arial" w:hAnsi="Arial" w:cs="Arial"/>
                      <w:color w:val="auto"/>
                      <w:spacing w:val="-10"/>
                      <w:sz w:val="16"/>
                      <w:szCs w:val="18"/>
                      <w:u w:val="none"/>
                      <w:lang w:val="it-IT"/>
                    </w:rPr>
                    <w:t>TOIS038002@istruzione.it</w:t>
                  </w:r>
                </w:hyperlink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3" w:history="1">
                  <w:r w:rsidRPr="00CE66B8">
                    <w:rPr>
                      <w:rStyle w:val="Collegamentoipertestuale"/>
                      <w:rFonts w:ascii="Arial" w:hAnsi="Arial" w:cs="Arial"/>
                      <w:color w:val="000000" w:themeColor="text1"/>
                      <w:sz w:val="16"/>
                      <w:szCs w:val="16"/>
                      <w:u w:val="none"/>
                      <w:lang w:val="it-IT"/>
                    </w:rPr>
                    <w:t>TOIS038002@pec.istruzione.it</w:t>
                  </w:r>
                </w:hyperlink>
              </w:p>
              <w:p w14:paraId="6BD27120" w14:textId="78240B0B" w:rsidR="00B32DCD" w:rsidRDefault="00900BF7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4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1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5AC75D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121BB"/>
    <w:multiLevelType w:val="multilevel"/>
    <w:tmpl w:val="7382D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52592C"/>
    <w:multiLevelType w:val="hybridMultilevel"/>
    <w:tmpl w:val="4B1A9108"/>
    <w:lvl w:ilvl="0" w:tplc="838AD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C4EAB"/>
    <w:multiLevelType w:val="hybridMultilevel"/>
    <w:tmpl w:val="769CE0BE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A77AAC"/>
    <w:multiLevelType w:val="hybridMultilevel"/>
    <w:tmpl w:val="BAA496FA"/>
    <w:lvl w:ilvl="0" w:tplc="A2587BC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D65F24"/>
    <w:multiLevelType w:val="hybridMultilevel"/>
    <w:tmpl w:val="7F60E3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30"/>
  </w:num>
  <w:num w:numId="4">
    <w:abstractNumId w:val="7"/>
  </w:num>
  <w:num w:numId="5">
    <w:abstractNumId w:val="2"/>
  </w:num>
  <w:num w:numId="6">
    <w:abstractNumId w:val="13"/>
  </w:num>
  <w:num w:numId="7">
    <w:abstractNumId w:val="20"/>
  </w:num>
  <w:num w:numId="8">
    <w:abstractNumId w:val="24"/>
  </w:num>
  <w:num w:numId="9">
    <w:abstractNumId w:val="25"/>
  </w:num>
  <w:num w:numId="10">
    <w:abstractNumId w:val="14"/>
  </w:num>
  <w:num w:numId="11">
    <w:abstractNumId w:val="15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  <w:num w:numId="16">
    <w:abstractNumId w:val="17"/>
  </w:num>
  <w:num w:numId="17">
    <w:abstractNumId w:val="16"/>
  </w:num>
  <w:num w:numId="18">
    <w:abstractNumId w:val="9"/>
  </w:num>
  <w:num w:numId="19">
    <w:abstractNumId w:val="8"/>
  </w:num>
  <w:num w:numId="20">
    <w:abstractNumId w:val="22"/>
  </w:num>
  <w:num w:numId="21">
    <w:abstractNumId w:val="29"/>
  </w:num>
  <w:num w:numId="22">
    <w:abstractNumId w:val="18"/>
  </w:num>
  <w:num w:numId="23">
    <w:abstractNumId w:val="5"/>
  </w:num>
  <w:num w:numId="24">
    <w:abstractNumId w:val="27"/>
  </w:num>
  <w:num w:numId="25">
    <w:abstractNumId w:val="19"/>
  </w:num>
  <w:num w:numId="26">
    <w:abstractNumId w:val="0"/>
  </w:num>
  <w:num w:numId="27">
    <w:abstractNumId w:val="28"/>
  </w:num>
  <w:num w:numId="28">
    <w:abstractNumId w:val="21"/>
  </w:num>
  <w:num w:numId="29">
    <w:abstractNumId w:val="26"/>
  </w:num>
  <w:num w:numId="30">
    <w:abstractNumId w:val="1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16A84"/>
    <w:rsid w:val="00022CDB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B1532"/>
    <w:rsid w:val="000E1C42"/>
    <w:rsid w:val="000E7B1F"/>
    <w:rsid w:val="000F64AB"/>
    <w:rsid w:val="00102D44"/>
    <w:rsid w:val="00110BA2"/>
    <w:rsid w:val="001322FD"/>
    <w:rsid w:val="0013478F"/>
    <w:rsid w:val="00141314"/>
    <w:rsid w:val="0014315D"/>
    <w:rsid w:val="001464BB"/>
    <w:rsid w:val="00154C5D"/>
    <w:rsid w:val="001563B1"/>
    <w:rsid w:val="00174538"/>
    <w:rsid w:val="0018158D"/>
    <w:rsid w:val="00187312"/>
    <w:rsid w:val="001913E4"/>
    <w:rsid w:val="00195FE4"/>
    <w:rsid w:val="00196C31"/>
    <w:rsid w:val="001A3C6E"/>
    <w:rsid w:val="001A526F"/>
    <w:rsid w:val="001B21AB"/>
    <w:rsid w:val="001B65DD"/>
    <w:rsid w:val="001C4106"/>
    <w:rsid w:val="001D2189"/>
    <w:rsid w:val="001D342E"/>
    <w:rsid w:val="001E102B"/>
    <w:rsid w:val="001F22CA"/>
    <w:rsid w:val="001F2752"/>
    <w:rsid w:val="00216386"/>
    <w:rsid w:val="00222F81"/>
    <w:rsid w:val="002315CC"/>
    <w:rsid w:val="00236050"/>
    <w:rsid w:val="00237104"/>
    <w:rsid w:val="002434C0"/>
    <w:rsid w:val="00246787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2659"/>
    <w:rsid w:val="002F37FF"/>
    <w:rsid w:val="002F7B95"/>
    <w:rsid w:val="00302F41"/>
    <w:rsid w:val="00303150"/>
    <w:rsid w:val="00311889"/>
    <w:rsid w:val="00312230"/>
    <w:rsid w:val="00320554"/>
    <w:rsid w:val="00320688"/>
    <w:rsid w:val="00326A71"/>
    <w:rsid w:val="003528F1"/>
    <w:rsid w:val="003538BF"/>
    <w:rsid w:val="00360E3C"/>
    <w:rsid w:val="003651E7"/>
    <w:rsid w:val="00371151"/>
    <w:rsid w:val="00371670"/>
    <w:rsid w:val="0038136E"/>
    <w:rsid w:val="0038220A"/>
    <w:rsid w:val="00382B73"/>
    <w:rsid w:val="00394772"/>
    <w:rsid w:val="003C3B78"/>
    <w:rsid w:val="003D717A"/>
    <w:rsid w:val="003D7E2F"/>
    <w:rsid w:val="003E03FF"/>
    <w:rsid w:val="003E15F9"/>
    <w:rsid w:val="003E4F50"/>
    <w:rsid w:val="003E634A"/>
    <w:rsid w:val="003F73A5"/>
    <w:rsid w:val="0040050D"/>
    <w:rsid w:val="00400B5C"/>
    <w:rsid w:val="00400B9E"/>
    <w:rsid w:val="00427C46"/>
    <w:rsid w:val="00431FA8"/>
    <w:rsid w:val="004467E1"/>
    <w:rsid w:val="0046568B"/>
    <w:rsid w:val="00475153"/>
    <w:rsid w:val="00477BDD"/>
    <w:rsid w:val="0048045B"/>
    <w:rsid w:val="00482443"/>
    <w:rsid w:val="00486CEC"/>
    <w:rsid w:val="004920A8"/>
    <w:rsid w:val="004A0DA9"/>
    <w:rsid w:val="004C104E"/>
    <w:rsid w:val="004C612A"/>
    <w:rsid w:val="004E2C8E"/>
    <w:rsid w:val="004F22B4"/>
    <w:rsid w:val="004F2FCD"/>
    <w:rsid w:val="004F31EF"/>
    <w:rsid w:val="004F73F7"/>
    <w:rsid w:val="004F77AA"/>
    <w:rsid w:val="00511F4D"/>
    <w:rsid w:val="005223E5"/>
    <w:rsid w:val="00530BD3"/>
    <w:rsid w:val="005513A5"/>
    <w:rsid w:val="00554B42"/>
    <w:rsid w:val="00575A89"/>
    <w:rsid w:val="00577968"/>
    <w:rsid w:val="0058120E"/>
    <w:rsid w:val="005815F5"/>
    <w:rsid w:val="00590163"/>
    <w:rsid w:val="00595142"/>
    <w:rsid w:val="005D1065"/>
    <w:rsid w:val="005D325B"/>
    <w:rsid w:val="005D6C47"/>
    <w:rsid w:val="005E410A"/>
    <w:rsid w:val="005E72F9"/>
    <w:rsid w:val="005F2BFA"/>
    <w:rsid w:val="005F3127"/>
    <w:rsid w:val="00620A29"/>
    <w:rsid w:val="00620D11"/>
    <w:rsid w:val="006212B9"/>
    <w:rsid w:val="00622AF3"/>
    <w:rsid w:val="00623B6B"/>
    <w:rsid w:val="0063048B"/>
    <w:rsid w:val="00631880"/>
    <w:rsid w:val="00631F36"/>
    <w:rsid w:val="006468B7"/>
    <w:rsid w:val="00652273"/>
    <w:rsid w:val="0066435D"/>
    <w:rsid w:val="006C6D1E"/>
    <w:rsid w:val="006D1186"/>
    <w:rsid w:val="006D7516"/>
    <w:rsid w:val="006E01A0"/>
    <w:rsid w:val="006E1970"/>
    <w:rsid w:val="006E1E16"/>
    <w:rsid w:val="006E5ECB"/>
    <w:rsid w:val="007075C6"/>
    <w:rsid w:val="00714C8A"/>
    <w:rsid w:val="007239A5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5868"/>
    <w:rsid w:val="00780775"/>
    <w:rsid w:val="007A4F0D"/>
    <w:rsid w:val="007B76C1"/>
    <w:rsid w:val="007C209C"/>
    <w:rsid w:val="007C3A1B"/>
    <w:rsid w:val="007C50AF"/>
    <w:rsid w:val="007C5FFE"/>
    <w:rsid w:val="007D1342"/>
    <w:rsid w:val="007E29B8"/>
    <w:rsid w:val="007E4472"/>
    <w:rsid w:val="007E47D4"/>
    <w:rsid w:val="007E6006"/>
    <w:rsid w:val="00814C67"/>
    <w:rsid w:val="00822A08"/>
    <w:rsid w:val="00825E06"/>
    <w:rsid w:val="00834A0E"/>
    <w:rsid w:val="0084256A"/>
    <w:rsid w:val="0087553C"/>
    <w:rsid w:val="008877FC"/>
    <w:rsid w:val="008A1532"/>
    <w:rsid w:val="008A2386"/>
    <w:rsid w:val="008A4AE1"/>
    <w:rsid w:val="008A6E45"/>
    <w:rsid w:val="008B2306"/>
    <w:rsid w:val="008B6700"/>
    <w:rsid w:val="008B7F59"/>
    <w:rsid w:val="008C426D"/>
    <w:rsid w:val="008C45FB"/>
    <w:rsid w:val="008C6F6A"/>
    <w:rsid w:val="008D091E"/>
    <w:rsid w:val="008D6FE2"/>
    <w:rsid w:val="008E4131"/>
    <w:rsid w:val="008F38AA"/>
    <w:rsid w:val="00900BF7"/>
    <w:rsid w:val="00912FFE"/>
    <w:rsid w:val="0092776A"/>
    <w:rsid w:val="00934D94"/>
    <w:rsid w:val="00936801"/>
    <w:rsid w:val="00941862"/>
    <w:rsid w:val="00945AC3"/>
    <w:rsid w:val="00945D9B"/>
    <w:rsid w:val="009462AA"/>
    <w:rsid w:val="009463A0"/>
    <w:rsid w:val="0095380E"/>
    <w:rsid w:val="00956B54"/>
    <w:rsid w:val="00962F2A"/>
    <w:rsid w:val="0099751D"/>
    <w:rsid w:val="009A725A"/>
    <w:rsid w:val="009A7CC4"/>
    <w:rsid w:val="009B020B"/>
    <w:rsid w:val="009B12B7"/>
    <w:rsid w:val="009B31CE"/>
    <w:rsid w:val="009C43F2"/>
    <w:rsid w:val="009C50E8"/>
    <w:rsid w:val="009D3A4F"/>
    <w:rsid w:val="009D5BFF"/>
    <w:rsid w:val="009E00FD"/>
    <w:rsid w:val="009E6D42"/>
    <w:rsid w:val="00A072C9"/>
    <w:rsid w:val="00A11538"/>
    <w:rsid w:val="00A16ECA"/>
    <w:rsid w:val="00A573CF"/>
    <w:rsid w:val="00A804BA"/>
    <w:rsid w:val="00A82F8D"/>
    <w:rsid w:val="00A836F8"/>
    <w:rsid w:val="00A91782"/>
    <w:rsid w:val="00A93085"/>
    <w:rsid w:val="00AA0487"/>
    <w:rsid w:val="00AD3589"/>
    <w:rsid w:val="00AE7538"/>
    <w:rsid w:val="00B00ED5"/>
    <w:rsid w:val="00B102FE"/>
    <w:rsid w:val="00B14350"/>
    <w:rsid w:val="00B1791D"/>
    <w:rsid w:val="00B22AED"/>
    <w:rsid w:val="00B32DCD"/>
    <w:rsid w:val="00B52381"/>
    <w:rsid w:val="00B608F9"/>
    <w:rsid w:val="00B70774"/>
    <w:rsid w:val="00B83CF8"/>
    <w:rsid w:val="00B86423"/>
    <w:rsid w:val="00B87685"/>
    <w:rsid w:val="00B87EAF"/>
    <w:rsid w:val="00B949C9"/>
    <w:rsid w:val="00B968D6"/>
    <w:rsid w:val="00BA71B2"/>
    <w:rsid w:val="00BB4331"/>
    <w:rsid w:val="00BC1000"/>
    <w:rsid w:val="00BC1DD9"/>
    <w:rsid w:val="00BD3997"/>
    <w:rsid w:val="00BD5DB9"/>
    <w:rsid w:val="00BD6603"/>
    <w:rsid w:val="00BE3441"/>
    <w:rsid w:val="00C13CBB"/>
    <w:rsid w:val="00C21451"/>
    <w:rsid w:val="00C2247E"/>
    <w:rsid w:val="00C2615F"/>
    <w:rsid w:val="00C360FD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16A5"/>
    <w:rsid w:val="00CC40CA"/>
    <w:rsid w:val="00CE09C9"/>
    <w:rsid w:val="00CE2860"/>
    <w:rsid w:val="00CE66B8"/>
    <w:rsid w:val="00CE6D02"/>
    <w:rsid w:val="00CF062E"/>
    <w:rsid w:val="00D0330E"/>
    <w:rsid w:val="00D069F8"/>
    <w:rsid w:val="00D1101F"/>
    <w:rsid w:val="00D30898"/>
    <w:rsid w:val="00D34EDD"/>
    <w:rsid w:val="00D35082"/>
    <w:rsid w:val="00D3773E"/>
    <w:rsid w:val="00D43403"/>
    <w:rsid w:val="00D619C4"/>
    <w:rsid w:val="00D62393"/>
    <w:rsid w:val="00D743E3"/>
    <w:rsid w:val="00D771B7"/>
    <w:rsid w:val="00D838F1"/>
    <w:rsid w:val="00D85F2F"/>
    <w:rsid w:val="00D97D9F"/>
    <w:rsid w:val="00DD03A2"/>
    <w:rsid w:val="00DD49FC"/>
    <w:rsid w:val="00DD4DA9"/>
    <w:rsid w:val="00DD6B6F"/>
    <w:rsid w:val="00DF1E75"/>
    <w:rsid w:val="00DF5D82"/>
    <w:rsid w:val="00E06530"/>
    <w:rsid w:val="00E06D93"/>
    <w:rsid w:val="00E1178A"/>
    <w:rsid w:val="00E12BFE"/>
    <w:rsid w:val="00E14364"/>
    <w:rsid w:val="00E21F24"/>
    <w:rsid w:val="00E2572F"/>
    <w:rsid w:val="00E319CF"/>
    <w:rsid w:val="00E55EC8"/>
    <w:rsid w:val="00E611F3"/>
    <w:rsid w:val="00E62C42"/>
    <w:rsid w:val="00E70051"/>
    <w:rsid w:val="00E70AED"/>
    <w:rsid w:val="00E71EB3"/>
    <w:rsid w:val="00E72B87"/>
    <w:rsid w:val="00E7371E"/>
    <w:rsid w:val="00E77E82"/>
    <w:rsid w:val="00E85610"/>
    <w:rsid w:val="00E868F6"/>
    <w:rsid w:val="00EA1A28"/>
    <w:rsid w:val="00EA44D6"/>
    <w:rsid w:val="00ED47B0"/>
    <w:rsid w:val="00EF18C1"/>
    <w:rsid w:val="00F030AE"/>
    <w:rsid w:val="00F101FE"/>
    <w:rsid w:val="00F24E65"/>
    <w:rsid w:val="00F25E66"/>
    <w:rsid w:val="00F304D0"/>
    <w:rsid w:val="00F35C09"/>
    <w:rsid w:val="00F367B9"/>
    <w:rsid w:val="00F8450E"/>
    <w:rsid w:val="00F91E01"/>
    <w:rsid w:val="00FB083A"/>
    <w:rsid w:val="00FC4BBF"/>
    <w:rsid w:val="00FD0007"/>
    <w:rsid w:val="00FD2D8A"/>
    <w:rsid w:val="00FE076E"/>
    <w:rsid w:val="00FF376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untoelenco">
    <w:name w:val="List Bullet"/>
    <w:basedOn w:val="Normale"/>
    <w:uiPriority w:val="99"/>
    <w:unhideWhenUsed/>
    <w:rsid w:val="006E01A0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jpe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343</TotalTime>
  <Pages>5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59</cp:revision>
  <cp:lastPrinted>2022-09-07T00:40:00Z</cp:lastPrinted>
  <dcterms:created xsi:type="dcterms:W3CDTF">2021-06-03T16:21:00Z</dcterms:created>
  <dcterms:modified xsi:type="dcterms:W3CDTF">2023-03-28T06:28:00Z</dcterms:modified>
</cp:coreProperties>
</file>